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74F" w:rsidRPr="00CE0243" w:rsidRDefault="00A9074F" w:rsidP="00887663">
      <w:pPr>
        <w:jc w:val="center"/>
        <w:rPr>
          <w:rFonts w:ascii="Segoe UI Light" w:hAnsi="Segoe UI Light" w:cs="Segoe UI Light"/>
          <w:sz w:val="36"/>
        </w:rPr>
      </w:pPr>
      <w:r w:rsidRPr="00781020">
        <w:rPr>
          <w:rFonts w:ascii="Segoe UI Light" w:hAnsi="Segoe UI Light" w:cs="Segoe UI Light"/>
          <w:sz w:val="36"/>
        </w:rPr>
        <w:t>Week 2: Suffix: ‘etion’, ‘ution’ ‘ition’ and ‘otion’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A9074F" w:rsidRPr="00F3669D" w:rsidTr="00F3669D">
        <w:trPr>
          <w:trHeight w:val="558"/>
        </w:trPr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F3669D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3669D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3669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3669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3669D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3669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3669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3669D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3669D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3669D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 w:colFirst="0" w:colLast="0"/>
            <w:r w:rsidRPr="00F3669D">
              <w:rPr>
                <w:rFonts w:ascii="Segoe UI Light" w:hAnsi="Segoe UI Light" w:cs="Segoe UI Light"/>
                <w:sz w:val="36"/>
                <w:szCs w:val="36"/>
              </w:rPr>
              <w:t>dilution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pollution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contribution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distribution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expedition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deletion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repetition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position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condition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A9074F" w:rsidRPr="00F3669D" w:rsidTr="00F3669D">
        <w:tc>
          <w:tcPr>
            <w:tcW w:w="3012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3669D">
              <w:rPr>
                <w:rFonts w:ascii="Segoe UI Light" w:hAnsi="Segoe UI Light" w:cs="Segoe UI Light"/>
                <w:sz w:val="36"/>
                <w:szCs w:val="36"/>
              </w:rPr>
              <w:t>competition</w:t>
            </w:r>
          </w:p>
        </w:tc>
        <w:tc>
          <w:tcPr>
            <w:tcW w:w="2703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A9074F" w:rsidRPr="00F3669D" w:rsidRDefault="00A9074F" w:rsidP="00F3669D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bookmarkEnd w:id="0"/>
    </w:tbl>
    <w:p w:rsidR="00A9074F" w:rsidRPr="00F07B5A" w:rsidRDefault="00A9074F">
      <w:pPr>
        <w:rPr>
          <w:rFonts w:ascii="Segoe UI Light" w:hAnsi="Segoe UI Light" w:cs="Segoe UI Light"/>
          <w:sz w:val="36"/>
          <w:szCs w:val="36"/>
        </w:rPr>
      </w:pPr>
    </w:p>
    <w:sectPr w:rsidR="00A9074F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74F" w:rsidRDefault="00A9074F">
      <w:r>
        <w:separator/>
      </w:r>
    </w:p>
  </w:endnote>
  <w:endnote w:type="continuationSeparator" w:id="0">
    <w:p w:rsidR="00A9074F" w:rsidRDefault="00A90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74F" w:rsidRDefault="00A9074F" w:rsidP="008D2FF6">
    <w:pPr>
      <w:pStyle w:val="Footer"/>
    </w:pPr>
    <w:r>
      <w:t>Swaffield Primary School 2014</w:t>
    </w:r>
  </w:p>
  <w:p w:rsidR="00A9074F" w:rsidRDefault="00A907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74F" w:rsidRDefault="00A9074F">
      <w:r>
        <w:separator/>
      </w:r>
    </w:p>
  </w:footnote>
  <w:footnote w:type="continuationSeparator" w:id="0">
    <w:p w:rsidR="00A9074F" w:rsidRDefault="00A907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2FF6"/>
    <w:rsid w:val="008D72A7"/>
    <w:rsid w:val="008E2DF9"/>
    <w:rsid w:val="008E5A33"/>
    <w:rsid w:val="008F6B43"/>
    <w:rsid w:val="0093052C"/>
    <w:rsid w:val="0098616B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9074F"/>
    <w:rsid w:val="00AB030A"/>
    <w:rsid w:val="00AD60DA"/>
    <w:rsid w:val="00B31C91"/>
    <w:rsid w:val="00B35355"/>
    <w:rsid w:val="00B47958"/>
    <w:rsid w:val="00B94746"/>
    <w:rsid w:val="00BB55BC"/>
    <w:rsid w:val="00BF0827"/>
    <w:rsid w:val="00C30F1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3669D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D2FF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0B72"/>
    <w:rPr>
      <w:lang w:eastAsia="en-US"/>
    </w:rPr>
  </w:style>
  <w:style w:type="paragraph" w:styleId="Footer">
    <w:name w:val="footer"/>
    <w:basedOn w:val="Normal"/>
    <w:link w:val="FooterChar"/>
    <w:uiPriority w:val="99"/>
    <w:rsid w:val="008D2FF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2FF6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962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2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35</Words>
  <Characters>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2013-12-08T14:52:00Z</dcterms:created>
  <dcterms:modified xsi:type="dcterms:W3CDTF">2014-07-14T15:14:00Z</dcterms:modified>
</cp:coreProperties>
</file>